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ED76A7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68894103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394BE18B" w:rsidR="00053988" w:rsidRPr="00BD16F4" w:rsidRDefault="000833AB" w:rsidP="00803AE3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803AE3">
              <w:rPr>
                <w:b/>
                <w:bCs/>
                <w:lang w:val="ru-RU"/>
              </w:rPr>
              <w:t>1</w:t>
            </w:r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7639FCD2" w:rsidR="00053988" w:rsidRPr="009D2C37" w:rsidRDefault="00BD16F4" w:rsidP="00515D95">
            <w:pPr>
              <w:rPr>
                <w:lang w:val="en-GB"/>
              </w:rPr>
            </w:pPr>
            <w:r>
              <w:rPr>
                <w:lang w:val="ru-RU"/>
              </w:rPr>
              <w:t>20.06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662D0617" w:rsidR="00053988" w:rsidRPr="009D2C37" w:rsidRDefault="00BD16F4" w:rsidP="00417466">
            <w:pPr>
              <w:rPr>
                <w:lang w:val="en-GB"/>
              </w:rPr>
            </w:pPr>
            <w:r>
              <w:rPr>
                <w:lang w:val="ru-RU"/>
              </w:rPr>
              <w:t>22.06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9D2C37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Oerter, Customer Support, 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a3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9D2C37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a9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Cs/>
                <w:sz w:val="20"/>
                <w:szCs w:val="20"/>
              </w:rPr>
              <w:t>Yangi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Hayot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district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Pr="009D2C37">
              <w:rPr>
                <w:bCs/>
                <w:sz w:val="20"/>
                <w:szCs w:val="20"/>
              </w:rPr>
              <w:t>Novaya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Tashkentskaya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Koltsevaya</w:t>
            </w:r>
            <w:proofErr w:type="spellEnd"/>
            <w:r w:rsidRPr="009D2C37">
              <w:rPr>
                <w:bCs/>
                <w:sz w:val="20"/>
                <w:szCs w:val="20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262E9E8D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BD16F4">
              <w:rPr>
                <w:sz w:val="20"/>
                <w:szCs w:val="20"/>
                <w:lang w:val="ru-RU"/>
              </w:rPr>
              <w:t>22.06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1F84BF54" w:rsidR="00CF0C2E" w:rsidRPr="009D2C37" w:rsidRDefault="00BD16F4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22.06</w:t>
            </w:r>
            <w:r w:rsidR="00C95FAD" w:rsidRPr="009D2C37">
              <w:rPr>
                <w:sz w:val="20"/>
                <w:szCs w:val="20"/>
                <w:lang w:val="en-US"/>
              </w:rPr>
              <w:t>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39229B37" w:rsidR="00CF0C2E" w:rsidRPr="00BD16F4" w:rsidRDefault="00BD16F4" w:rsidP="00BD16F4">
            <w:pPr>
              <w:pStyle w:val="TabellenInhalt"/>
              <w:snapToGrid w:val="0"/>
              <w:rPr>
                <w:sz w:val="20"/>
                <w:szCs w:val="20"/>
              </w:rPr>
            </w:pPr>
            <w:r w:rsidRPr="00BD16F4">
              <w:rPr>
                <w:sz w:val="20"/>
                <w:szCs w:val="20"/>
              </w:rPr>
              <w:t>6511879677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D2C37">
              <w:rPr>
                <w:b/>
                <w:bCs/>
                <w:sz w:val="18"/>
                <w:szCs w:val="18"/>
                <w:lang w:val="ru-RU"/>
              </w:rPr>
              <w:t>Co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40C666EB" w:rsidR="00CF0C2E" w:rsidRPr="00BD16F4" w:rsidRDefault="00BD16F4" w:rsidP="00BD16F4">
            <w:pPr>
              <w:pStyle w:val="TabellenInhalt"/>
              <w:snapToGrid w:val="0"/>
              <w:rPr>
                <w:sz w:val="20"/>
                <w:szCs w:val="20"/>
              </w:rPr>
            </w:pPr>
            <w:r w:rsidRPr="00BD16F4">
              <w:rPr>
                <w:sz w:val="20"/>
                <w:szCs w:val="20"/>
              </w:rPr>
              <w:t>LZYTMGEF3P1003793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166719F8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ru-RU"/>
              </w:rPr>
              <w:t>Inte</w:t>
            </w:r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74CD9386" w:rsidR="00CF0C2E" w:rsidRPr="009D2C37" w:rsidRDefault="00BD16F4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22.06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0555DB3B" w:rsidR="00CF0C2E" w:rsidRPr="009D2C37" w:rsidRDefault="00BD16F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38465</w:t>
            </w:r>
          </w:p>
        </w:tc>
      </w:tr>
      <w:tr w:rsidR="00CF0C2E" w:rsidRPr="009D2C37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ork</w:t>
            </w:r>
            <w:proofErr w:type="spellEnd"/>
            <w:r w:rsidR="009D2C37" w:rsidRPr="007368B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performed</w:t>
            </w:r>
            <w:proofErr w:type="spellEnd"/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BD16F4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0005C11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03597E24" w:rsidR="008C5B3D" w:rsidRPr="00BD16F4" w:rsidRDefault="00BD16F4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16:00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km if company 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3A3B" w14:textId="751EB1C8" w:rsidR="008C5B3D" w:rsidRPr="00BD16F4" w:rsidRDefault="00BD16F4" w:rsidP="008C5B3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38465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Labor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18BFFA2A" w:rsidR="008C5B3D" w:rsidRPr="009D2C37" w:rsidRDefault="00BD16F4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22.06.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0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0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>he cheque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1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1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6DC795A5" w:rsidR="00DB257A" w:rsidRPr="00BD16F4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2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2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7368B4"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  <w:r w:rsidR="00BD16F4" w:rsidRPr="00BD16F4">
        <w:t xml:space="preserve"> </w:t>
      </w:r>
      <w:r w:rsidR="00BD16F4" w:rsidRPr="00BD16F4">
        <w:rPr>
          <w:b/>
          <w:sz w:val="20"/>
          <w:szCs w:val="20"/>
          <w:lang w:val="en-US"/>
        </w:rPr>
        <w:t xml:space="preserve">Replacing the automatic transmission - Removing, fitting and topping up the oil. </w:t>
      </w:r>
    </w:p>
    <w:p w14:paraId="3A4AD02C" w14:textId="0CA19AF1" w:rsidR="00912D3B" w:rsidRPr="009D2C37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bookmarkStart w:id="3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D2C37">
        <w:rPr>
          <w:b/>
          <w:bCs/>
          <w:sz w:val="20"/>
          <w:szCs w:val="20"/>
          <w:lang w:val="ru-RU"/>
        </w:rPr>
        <w:t>:</w:t>
      </w:r>
      <w:r w:rsidR="008704D7" w:rsidRPr="009D2C37">
        <w:rPr>
          <w:bCs/>
          <w:sz w:val="20"/>
          <w:szCs w:val="20"/>
          <w:lang w:val="ru-RU"/>
        </w:rPr>
        <w:t xml:space="preserve"> </w:t>
      </w:r>
    </w:p>
    <w:bookmarkEnd w:id="3"/>
    <w:p w14:paraId="1ED9D999" w14:textId="77777777" w:rsidR="008704D7" w:rsidRPr="009D2C3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1796AC92" w:rsidR="00715B9A" w:rsidRPr="00BD16F4" w:rsidRDefault="00BD16F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94000095</w:t>
            </w:r>
          </w:p>
        </w:tc>
        <w:tc>
          <w:tcPr>
            <w:tcW w:w="5132" w:type="dxa"/>
            <w:shd w:val="clear" w:color="auto" w:fill="auto"/>
          </w:tcPr>
          <w:p w14:paraId="7010883A" w14:textId="127419D8" w:rsidR="00715B9A" w:rsidRPr="00BD16F4" w:rsidRDefault="00BD16F4" w:rsidP="00965D03">
            <w:pPr>
              <w:rPr>
                <w:sz w:val="20"/>
                <w:szCs w:val="20"/>
                <w:lang w:val="en-US"/>
              </w:rPr>
            </w:pPr>
            <w:r w:rsidRPr="00BD16F4">
              <w:rPr>
                <w:sz w:val="20"/>
                <w:szCs w:val="20"/>
                <w:lang w:val="en-US"/>
              </w:rPr>
              <w:t>Automatic transmission - removal and installation</w:t>
            </w:r>
          </w:p>
        </w:tc>
        <w:tc>
          <w:tcPr>
            <w:tcW w:w="1134" w:type="dxa"/>
            <w:shd w:val="clear" w:color="auto" w:fill="auto"/>
          </w:tcPr>
          <w:p w14:paraId="4546FB9A" w14:textId="515410CC" w:rsidR="00715B9A" w:rsidRPr="009D2C37" w:rsidRDefault="00BD16F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05" w:type="dxa"/>
            <w:shd w:val="clear" w:color="auto" w:fill="auto"/>
          </w:tcPr>
          <w:p w14:paraId="4F2F176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C1B9A3B" w14:textId="13F5D0AD" w:rsidR="00715B9A" w:rsidRPr="009D2C37" w:rsidRDefault="007368B4" w:rsidP="009D0D0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€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BD16F4">
              <w:rPr>
                <w:sz w:val="20"/>
                <w:szCs w:val="20"/>
                <w:lang w:val="ru-RU"/>
              </w:rPr>
              <w:t>408,5</w:t>
            </w:r>
          </w:p>
        </w:tc>
      </w:tr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742539BF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68CA44ED" w14:textId="19B332E8" w:rsidR="00715B9A" w:rsidRPr="007368B4" w:rsidRDefault="00BD16F4" w:rsidP="00965D03">
            <w:pPr>
              <w:rPr>
                <w:bCs/>
                <w:sz w:val="20"/>
                <w:szCs w:val="20"/>
                <w:lang w:val="en-US"/>
              </w:rPr>
            </w:pPr>
            <w:r w:rsidRPr="00BD16F4">
              <w:rPr>
                <w:bCs/>
                <w:sz w:val="20"/>
                <w:szCs w:val="20"/>
                <w:lang w:val="en-US"/>
              </w:rPr>
              <w:t>Oil level check</w:t>
            </w:r>
          </w:p>
        </w:tc>
        <w:tc>
          <w:tcPr>
            <w:tcW w:w="1134" w:type="dxa"/>
            <w:shd w:val="clear" w:color="auto" w:fill="auto"/>
          </w:tcPr>
          <w:p w14:paraId="32C31B3B" w14:textId="466D4DAA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0</w:t>
            </w:r>
            <w:r w:rsidR="00BD16F4">
              <w:rPr>
                <w:sz w:val="20"/>
                <w:szCs w:val="20"/>
                <w:lang w:val="ru-RU"/>
              </w:rPr>
              <w:t>,</w:t>
            </w:r>
            <w:r w:rsidRPr="009D2C3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BB4A53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2EFC1FCB" w:rsidR="00715B9A" w:rsidRPr="00BD16F4" w:rsidRDefault="00BD16F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79B5EC64" w14:textId="510A05FD" w:rsidR="00715B9A" w:rsidRPr="009D2C37" w:rsidRDefault="00BD16F4" w:rsidP="00965D03">
            <w:pPr>
              <w:rPr>
                <w:sz w:val="20"/>
                <w:szCs w:val="20"/>
                <w:lang w:val="en-US"/>
              </w:rPr>
            </w:pPr>
            <w:r w:rsidRPr="00BD16F4">
              <w:rPr>
                <w:sz w:val="20"/>
                <w:szCs w:val="20"/>
                <w:lang w:val="en-US"/>
              </w:rPr>
              <w:t>Diagnostics</w:t>
            </w:r>
          </w:p>
        </w:tc>
        <w:tc>
          <w:tcPr>
            <w:tcW w:w="1134" w:type="dxa"/>
            <w:shd w:val="clear" w:color="auto" w:fill="auto"/>
          </w:tcPr>
          <w:p w14:paraId="533AB0E3" w14:textId="62775A55" w:rsidR="00715B9A" w:rsidRPr="00BD16F4" w:rsidRDefault="00BD16F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a8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 xml:space="preserve">Part 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Desc</w:t>
            </w:r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7D9A9FA4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C4BA3D1" w14:textId="0117801E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a8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916"/>
      </w:tblGrid>
      <w:tr w:rsidR="008C5B3D" w:rsidRPr="009D2C37" w14:paraId="4755CA0C" w14:textId="77777777" w:rsidTr="00ED76A7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Gross</w:t>
            </w:r>
            <w:proofErr w:type="spellEnd"/>
            <w:r w:rsidRPr="009D2C37">
              <w:rPr>
                <w:b/>
                <w:sz w:val="20"/>
                <w:szCs w:val="20"/>
              </w:rPr>
              <w:t xml:space="preserve">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916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4E6E6541" w:rsidR="00A4750F" w:rsidRPr="00ED76A7" w:rsidRDefault="00ED76A7" w:rsidP="00785A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VAT 12 %</w:t>
            </w:r>
          </w:p>
        </w:tc>
        <w:tc>
          <w:tcPr>
            <w:tcW w:w="4725" w:type="dxa"/>
            <w:shd w:val="clear" w:color="auto" w:fill="auto"/>
          </w:tcPr>
          <w:p w14:paraId="2CDE434D" w14:textId="526F559E" w:rsidR="00A4750F" w:rsidRPr="009D2C37" w:rsidRDefault="00ED76A7" w:rsidP="00785A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VAT 12% </w:t>
            </w:r>
            <w:proofErr w:type="spellStart"/>
            <w:r>
              <w:rPr>
                <w:sz w:val="20"/>
                <w:szCs w:val="20"/>
              </w:rPr>
              <w:t>while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custom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clearance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Transmission</w:t>
            </w:r>
          </w:p>
        </w:tc>
        <w:tc>
          <w:tcPr>
            <w:tcW w:w="1265" w:type="dxa"/>
            <w:shd w:val="clear" w:color="auto" w:fill="auto"/>
          </w:tcPr>
          <w:p w14:paraId="65C8AD2C" w14:textId="59F4D999" w:rsidR="00A4750F" w:rsidRPr="009D2C37" w:rsidRDefault="00ED76A7" w:rsidP="00785A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1188,92</w:t>
            </w: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159A7DE2" w:rsidR="00A4750F" w:rsidRPr="009D2C37" w:rsidRDefault="00ED76A7" w:rsidP="00785A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1188,92</w:t>
            </w: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6FB591C5" w:rsidR="00A4750F" w:rsidRPr="00ED76A7" w:rsidRDefault="00ED76A7" w:rsidP="00ED76A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Custom </w:t>
            </w:r>
            <w:r>
              <w:rPr>
                <w:sz w:val="20"/>
                <w:szCs w:val="20"/>
                <w:lang w:val="en-US"/>
              </w:rPr>
              <w:t>Duty</w:t>
            </w:r>
          </w:p>
        </w:tc>
        <w:tc>
          <w:tcPr>
            <w:tcW w:w="4725" w:type="dxa"/>
            <w:shd w:val="clear" w:color="auto" w:fill="auto"/>
          </w:tcPr>
          <w:p w14:paraId="5213D656" w14:textId="05F63A4C" w:rsidR="00A4750F" w:rsidRPr="00ED76A7" w:rsidRDefault="00ED76A7" w:rsidP="00785A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10% custom duty of invoice cost</w:t>
            </w:r>
          </w:p>
        </w:tc>
        <w:tc>
          <w:tcPr>
            <w:tcW w:w="1265" w:type="dxa"/>
            <w:shd w:val="clear" w:color="auto" w:fill="auto"/>
          </w:tcPr>
          <w:p w14:paraId="5E127E3A" w14:textId="6E3D307E" w:rsidR="00A4750F" w:rsidRPr="009D2C37" w:rsidRDefault="00ED76A7" w:rsidP="00785A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</w:t>
            </w:r>
            <w:r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</w:rPr>
              <w:t>38</w:t>
            </w: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3E3DF8F8" w:rsidR="00A4750F" w:rsidRPr="009D2C37" w:rsidRDefault="00ED76A7" w:rsidP="00785A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937.38</w:t>
            </w: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1908369C" w:rsidR="00A4750F" w:rsidRPr="009D2C37" w:rsidRDefault="00ED76A7" w:rsidP="00ED76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Broker </w:t>
            </w:r>
            <w:proofErr w:type="spellStart"/>
            <w:r>
              <w:rPr>
                <w:sz w:val="20"/>
                <w:szCs w:val="20"/>
              </w:rPr>
              <w:t>fee</w:t>
            </w:r>
            <w:proofErr w:type="spellEnd"/>
          </w:p>
        </w:tc>
        <w:tc>
          <w:tcPr>
            <w:tcW w:w="4725" w:type="dxa"/>
            <w:shd w:val="clear" w:color="auto" w:fill="auto"/>
          </w:tcPr>
          <w:p w14:paraId="64E84D84" w14:textId="040DC741" w:rsidR="00A4750F" w:rsidRPr="009D2C37" w:rsidRDefault="00ED76A7" w:rsidP="00ED76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Fee tot he </w:t>
            </w:r>
            <w:proofErr w:type="spellStart"/>
            <w:r>
              <w:rPr>
                <w:sz w:val="20"/>
                <w:szCs w:val="20"/>
              </w:rPr>
              <w:t>custom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broker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for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clearance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5" w:type="dxa"/>
            <w:shd w:val="clear" w:color="auto" w:fill="auto"/>
          </w:tcPr>
          <w:p w14:paraId="3EF2A3C9" w14:textId="5C626CDC" w:rsidR="00A4750F" w:rsidRPr="00ED76A7" w:rsidRDefault="00ED76A7" w:rsidP="00785AB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  <w:lang w:val="ru-RU"/>
              </w:rPr>
              <w:t>,78</w:t>
            </w: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01CCBE1B" w:rsidR="00A4750F" w:rsidRPr="009D2C37" w:rsidRDefault="00ED76A7" w:rsidP="00785A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  <w:lang w:val="ru-RU"/>
              </w:rPr>
              <w:t>,78</w:t>
            </w:r>
          </w:p>
        </w:tc>
      </w:tr>
      <w:tr w:rsidR="00ED76A7" w:rsidRPr="009D2C37" w14:paraId="5F497153" w14:textId="77777777" w:rsidTr="00517245">
        <w:tc>
          <w:tcPr>
            <w:tcW w:w="1414" w:type="dxa"/>
            <w:shd w:val="clear" w:color="auto" w:fill="auto"/>
          </w:tcPr>
          <w:p w14:paraId="02F42F95" w14:textId="77777777" w:rsidR="00ED76A7" w:rsidRPr="009D2C37" w:rsidRDefault="00ED76A7" w:rsidP="00785ABC">
            <w:pPr>
              <w:rPr>
                <w:sz w:val="20"/>
                <w:szCs w:val="20"/>
              </w:rPr>
            </w:pPr>
          </w:p>
        </w:tc>
        <w:tc>
          <w:tcPr>
            <w:tcW w:w="6973" w:type="dxa"/>
            <w:gridSpan w:val="3"/>
            <w:shd w:val="clear" w:color="auto" w:fill="auto"/>
          </w:tcPr>
          <w:p w14:paraId="00158248" w14:textId="7662503E" w:rsidR="00ED76A7" w:rsidRPr="00ED76A7" w:rsidRDefault="00ED76A7" w:rsidP="00ED76A7">
            <w:pPr>
              <w:jc w:val="right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ED76A7">
              <w:rPr>
                <w:b/>
                <w:sz w:val="20"/>
                <w:szCs w:val="20"/>
                <w:lang w:val="ru-RU"/>
              </w:rPr>
              <w:t>Total</w:t>
            </w:r>
            <w:proofErr w:type="spellEnd"/>
            <w:r w:rsidRPr="00ED76A7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49" w:type="dxa"/>
            <w:shd w:val="clear" w:color="auto" w:fill="auto"/>
          </w:tcPr>
          <w:p w14:paraId="5433B8E8" w14:textId="2CB716B4" w:rsidR="00ED76A7" w:rsidRPr="009D2C37" w:rsidRDefault="00ED76A7" w:rsidP="00785ABC">
            <w:pPr>
              <w:rPr>
                <w:sz w:val="20"/>
                <w:szCs w:val="20"/>
              </w:rPr>
            </w:pPr>
            <w:r w:rsidRPr="00ED76A7">
              <w:rPr>
                <w:sz w:val="20"/>
                <w:szCs w:val="20"/>
              </w:rPr>
              <w:t>2 224,08</w:t>
            </w: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  <w:bookmarkStart w:id="4" w:name="_GoBack"/>
      <w:bookmarkEnd w:id="4"/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803AE3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343DA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53A39"/>
    <w:rsid w:val="00B72E22"/>
    <w:rsid w:val="00B808E9"/>
    <w:rsid w:val="00B876A2"/>
    <w:rsid w:val="00B926F6"/>
    <w:rsid w:val="00BB1F03"/>
    <w:rsid w:val="00BD16F4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6860"/>
    <w:rsid w:val="00ED76A7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a4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a4">
    <w:name w:val="Body Text"/>
    <w:basedOn w:val="a"/>
    <w:rsid w:val="005D7075"/>
    <w:pPr>
      <w:spacing w:after="120"/>
    </w:pPr>
  </w:style>
  <w:style w:type="character" w:customStyle="1" w:styleId="10">
    <w:name w:val="Заголовок 1 Знак"/>
    <w:link w:val="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B5498"/>
    <w:pPr>
      <w:ind w:left="708"/>
    </w:pPr>
  </w:style>
  <w:style w:type="paragraph" w:styleId="a6">
    <w:name w:val="Balloon Text"/>
    <w:basedOn w:val="a"/>
    <w:link w:val="a7"/>
    <w:rsid w:val="00DB2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a8">
    <w:name w:val="Normal (Web)"/>
    <w:basedOn w:val="a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a"/>
    <w:rsid w:val="004E7849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42AE-906C-41E7-B971-1A65A40AF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</Template>
  <TotalTime>52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2898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Учетная запись Майкрософт</cp:lastModifiedBy>
  <cp:revision>9</cp:revision>
  <dcterms:created xsi:type="dcterms:W3CDTF">2023-10-17T07:54:00Z</dcterms:created>
  <dcterms:modified xsi:type="dcterms:W3CDTF">2024-02-08T05:42:00Z</dcterms:modified>
</cp:coreProperties>
</file>